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25"/>
        <w:gridCol w:w="4253"/>
      </w:tblGrid>
      <w:tr w:rsidR="004F78B7" w:rsidRPr="004F78B7" w14:paraId="2B39004C" w14:textId="77777777" w:rsidTr="00ED7ABD">
        <w:trPr>
          <w:trHeight w:val="2493"/>
        </w:trPr>
        <w:tc>
          <w:tcPr>
            <w:tcW w:w="9356" w:type="dxa"/>
            <w:gridSpan w:val="3"/>
            <w:shd w:val="clear" w:color="auto" w:fill="auto"/>
          </w:tcPr>
          <w:p w14:paraId="1F048F7B" w14:textId="7AC571BE" w:rsidR="00CA1829" w:rsidRPr="00CB7C1F" w:rsidRDefault="00A25B16" w:rsidP="00851D67">
            <w:pPr>
              <w:pStyle w:val="Pealkiri1"/>
              <w:spacing w:after="0" w:afterAutospacing="0"/>
              <w:rPr>
                <w:b w:val="0"/>
              </w:rPr>
            </w:pPr>
            <w:r w:rsidRPr="00CB7C1F">
              <w:rPr>
                <w:b w:val="0"/>
                <w:noProof/>
              </w:rPr>
              <w:drawing>
                <wp:anchor distT="0" distB="0" distL="114300" distR="114300" simplePos="0" relativeHeight="251657728" behindDoc="1" locked="0" layoutInCell="1" allowOverlap="1" wp14:anchorId="11930544" wp14:editId="7AED4037">
                  <wp:simplePos x="0" y="0"/>
                  <wp:positionH relativeFrom="margin">
                    <wp:posOffset>2621915</wp:posOffset>
                  </wp:positionH>
                  <wp:positionV relativeFrom="margin">
                    <wp:posOffset>-228600</wp:posOffset>
                  </wp:positionV>
                  <wp:extent cx="657225" cy="828675"/>
                  <wp:effectExtent l="0" t="0" r="0" b="0"/>
                  <wp:wrapTight wrapText="bothSides">
                    <wp:wrapPolygon edited="0">
                      <wp:start x="0" y="0"/>
                      <wp:lineTo x="0" y="21352"/>
                      <wp:lineTo x="21287" y="21352"/>
                      <wp:lineTo x="2128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011803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7E02D2A6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4D5826E9" w14:textId="77777777" w:rsidR="00CA1829" w:rsidRPr="00CB7C1F" w:rsidRDefault="00CA1829" w:rsidP="00851D67">
            <w:pPr>
              <w:pStyle w:val="Pealkiri1"/>
              <w:spacing w:after="0" w:afterAutospacing="0"/>
              <w:rPr>
                <w:b w:val="0"/>
              </w:rPr>
            </w:pPr>
          </w:p>
          <w:p w14:paraId="49D9952E" w14:textId="77777777" w:rsidR="004F78B7" w:rsidRPr="00471902" w:rsidRDefault="004F78B7" w:rsidP="00851D67">
            <w:pPr>
              <w:pStyle w:val="Pealkiri1"/>
              <w:spacing w:after="0" w:afterAutospacing="0"/>
            </w:pPr>
            <w:r w:rsidRPr="00471902">
              <w:t>LÄÄNE-HARJU VALLAVALITSUS</w:t>
            </w:r>
          </w:p>
          <w:p w14:paraId="3B3CEC10" w14:textId="77777777" w:rsidR="004F78B7" w:rsidRPr="004F78B7" w:rsidRDefault="004F78B7" w:rsidP="001775D0">
            <w:pPr>
              <w:rPr>
                <w:sz w:val="28"/>
                <w:szCs w:val="28"/>
              </w:rPr>
            </w:pPr>
          </w:p>
        </w:tc>
      </w:tr>
      <w:tr w:rsidR="00D40650" w:rsidRPr="001D4CFB" w14:paraId="4DC497EB" w14:textId="77777777" w:rsidTr="00ED7ABD">
        <w:trPr>
          <w:trHeight w:val="1172"/>
        </w:trPr>
        <w:tc>
          <w:tcPr>
            <w:tcW w:w="5103" w:type="dxa"/>
            <w:gridSpan w:val="2"/>
            <w:shd w:val="clear" w:color="auto" w:fill="auto"/>
          </w:tcPr>
          <w:p w14:paraId="0A8B1625" w14:textId="77777777" w:rsidR="00C04BE4" w:rsidRDefault="00C04BE4" w:rsidP="00077F1B">
            <w:pPr>
              <w:rPr>
                <w:kern w:val="24"/>
              </w:rPr>
            </w:pPr>
            <w:r w:rsidRPr="00C04BE4">
              <w:rPr>
                <w:kern w:val="24"/>
              </w:rPr>
              <w:t xml:space="preserve">Toomas </w:t>
            </w:r>
            <w:proofErr w:type="spellStart"/>
            <w:r w:rsidRPr="00C04BE4">
              <w:rPr>
                <w:kern w:val="24"/>
              </w:rPr>
              <w:t>Kivisto</w:t>
            </w:r>
            <w:proofErr w:type="spellEnd"/>
            <w:r w:rsidRPr="00C04BE4">
              <w:rPr>
                <w:kern w:val="24"/>
              </w:rPr>
              <w:t xml:space="preserve"> </w:t>
            </w:r>
          </w:p>
          <w:p w14:paraId="11031338" w14:textId="2D45F50E" w:rsidR="00124999" w:rsidRPr="006B118C" w:rsidRDefault="00683974" w:rsidP="00077F1B">
            <w:r>
              <w:t>Riigimetsa Majandamise Keskus</w:t>
            </w:r>
          </w:p>
          <w:p w14:paraId="626E1BEA" w14:textId="7E8AEE80" w:rsidR="00CA1829" w:rsidRPr="00BF4D7C" w:rsidRDefault="009F2F74" w:rsidP="00ED7ABD">
            <w:pPr>
              <w:pStyle w:val="Adressaat"/>
              <w:rPr>
                <w:iCs/>
              </w:rPr>
            </w:pPr>
            <w:r w:rsidRPr="009F2F74">
              <w:rPr>
                <w:iCs/>
              </w:rPr>
              <w:t>toomas.kivisto@rmk.ee</w:t>
            </w:r>
          </w:p>
        </w:tc>
        <w:tc>
          <w:tcPr>
            <w:tcW w:w="4253" w:type="dxa"/>
            <w:shd w:val="clear" w:color="auto" w:fill="auto"/>
          </w:tcPr>
          <w:p w14:paraId="3531C6CF" w14:textId="2A3A8427" w:rsidR="00124999" w:rsidRPr="006B118C" w:rsidRDefault="004A4FD2" w:rsidP="001775D0">
            <w:r>
              <w:t>Teie</w:t>
            </w:r>
            <w:r w:rsidR="00CB7C1F">
              <w:t xml:space="preserve"> </w:t>
            </w:r>
            <w:r w:rsidR="00CC155A" w:rsidRPr="00CC155A">
              <w:t xml:space="preserve">nr </w:t>
            </w:r>
            <w:r w:rsidR="00FD1A0F" w:rsidRPr="00FD1A0F">
              <w:t xml:space="preserve"> </w:t>
            </w:r>
            <w:proofErr w:type="spellStart"/>
            <w:r w:rsidR="009418EE" w:rsidRPr="009418EE">
              <w:t>nr</w:t>
            </w:r>
            <w:proofErr w:type="spellEnd"/>
            <w:r w:rsidR="009418EE" w:rsidRPr="009418EE">
              <w:t xml:space="preserve"> 3-2.1/2025/2065</w:t>
            </w:r>
          </w:p>
          <w:p w14:paraId="51A4D521" w14:textId="77777777" w:rsidR="00BF4D7C" w:rsidRPr="006B118C" w:rsidRDefault="00BF4D7C" w:rsidP="001775D0"/>
          <w:p w14:paraId="3B913C57" w14:textId="0198976D" w:rsidR="003B2A9C" w:rsidRPr="001D4CFB" w:rsidRDefault="004A4FD2" w:rsidP="001775D0">
            <w:r>
              <w:t>Meie</w:t>
            </w:r>
            <w:r w:rsidR="00CB7C1F">
              <w:t xml:space="preserve"> </w:t>
            </w:r>
            <w:r w:rsidR="004B4271">
              <w:t>21</w:t>
            </w:r>
            <w:r w:rsidR="00E602C5">
              <w:t>.</w:t>
            </w:r>
            <w:r w:rsidR="00222710">
              <w:t>03</w:t>
            </w:r>
            <w:r w:rsidR="00E602C5">
              <w:t>.202</w:t>
            </w:r>
            <w:r w:rsidR="00222710">
              <w:t>5</w:t>
            </w:r>
            <w:r w:rsidR="00E602C5">
              <w:t xml:space="preserve"> nr</w:t>
            </w:r>
            <w:r w:rsidR="00C04BE4">
              <w:t xml:space="preserve"> </w:t>
            </w:r>
            <w:r w:rsidR="004B4271" w:rsidRPr="004B4271">
              <w:t>4-5/550-1</w:t>
            </w:r>
          </w:p>
        </w:tc>
      </w:tr>
      <w:tr w:rsidR="00EE4516" w:rsidRPr="001001A3" w14:paraId="6B715928" w14:textId="77777777" w:rsidTr="004361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678" w:type="dxa"/>
          <w:trHeight w:val="565"/>
        </w:trPr>
        <w:tc>
          <w:tcPr>
            <w:tcW w:w="4678" w:type="dxa"/>
            <w:shd w:val="clear" w:color="auto" w:fill="auto"/>
          </w:tcPr>
          <w:p w14:paraId="0A04E2B3" w14:textId="77777777" w:rsidR="00EE4516" w:rsidRPr="00EE4516" w:rsidRDefault="00EE4516" w:rsidP="00270786">
            <w:pPr>
              <w:ind w:left="-105"/>
            </w:pPr>
          </w:p>
          <w:p w14:paraId="787995B6" w14:textId="77777777" w:rsidR="00EE4516" w:rsidRPr="001001A3" w:rsidRDefault="00EE4516" w:rsidP="00270786">
            <w:pPr>
              <w:ind w:left="-105"/>
              <w:rPr>
                <w:b/>
              </w:rPr>
            </w:pPr>
          </w:p>
        </w:tc>
      </w:tr>
      <w:tr w:rsidR="00EE4516" w:rsidRPr="001001A3" w14:paraId="315DC8BD" w14:textId="77777777" w:rsidTr="0043613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678" w:type="dxa"/>
          <w:trHeight w:val="573"/>
        </w:trPr>
        <w:tc>
          <w:tcPr>
            <w:tcW w:w="4678" w:type="dxa"/>
            <w:shd w:val="clear" w:color="auto" w:fill="auto"/>
          </w:tcPr>
          <w:p w14:paraId="76763F0D" w14:textId="204D174E" w:rsidR="0043613F" w:rsidRPr="001001A3" w:rsidRDefault="00CF2502" w:rsidP="00270786">
            <w:pPr>
              <w:ind w:left="-105"/>
              <w:rPr>
                <w:b/>
              </w:rPr>
            </w:pPr>
            <w:r>
              <w:rPr>
                <w:b/>
              </w:rPr>
              <w:t>Teede numbrid</w:t>
            </w:r>
            <w:r w:rsidR="00B62547">
              <w:rPr>
                <w:b/>
              </w:rPr>
              <w:t xml:space="preserve"> ja nimed teeregistrile</w:t>
            </w:r>
          </w:p>
        </w:tc>
      </w:tr>
    </w:tbl>
    <w:p w14:paraId="75EACD9A" w14:textId="77777777" w:rsidR="00141F90" w:rsidRDefault="00141F90" w:rsidP="00141F90">
      <w:pPr>
        <w:pStyle w:val="Snum"/>
      </w:pPr>
    </w:p>
    <w:p w14:paraId="4BDE9012" w14:textId="77777777" w:rsidR="00DE73FD" w:rsidRDefault="00DE73FD" w:rsidP="00141F90">
      <w:pPr>
        <w:pStyle w:val="Snum"/>
      </w:pPr>
    </w:p>
    <w:p w14:paraId="3449D795" w14:textId="55F811D6" w:rsidR="00A13FDE" w:rsidRDefault="00A13FDE" w:rsidP="00141F90">
      <w:pPr>
        <w:pStyle w:val="Snum"/>
      </w:pPr>
      <w:r>
        <w:t xml:space="preserve">Austatud </w:t>
      </w:r>
      <w:r w:rsidR="00B62547" w:rsidRPr="00B62547">
        <w:t xml:space="preserve">Toomas </w:t>
      </w:r>
      <w:proofErr w:type="spellStart"/>
      <w:r w:rsidR="00B62547" w:rsidRPr="00B62547">
        <w:t>Kivisto</w:t>
      </w:r>
      <w:proofErr w:type="spellEnd"/>
    </w:p>
    <w:p w14:paraId="20EB3910" w14:textId="77777777" w:rsidR="00602EFE" w:rsidRDefault="00602EFE" w:rsidP="00141F90">
      <w:pPr>
        <w:pStyle w:val="Snum"/>
      </w:pPr>
    </w:p>
    <w:p w14:paraId="5E7C70D1" w14:textId="77777777" w:rsidR="001139C7" w:rsidRDefault="001139C7" w:rsidP="00141F90">
      <w:pPr>
        <w:pStyle w:val="Snum"/>
      </w:pPr>
    </w:p>
    <w:p w14:paraId="6EDFFBAF" w14:textId="768D449C" w:rsidR="003B761D" w:rsidRDefault="00616AEE" w:rsidP="00141F90">
      <w:pPr>
        <w:pStyle w:val="Snum"/>
      </w:pPr>
      <w:r>
        <w:t>Vastuseks Teie</w:t>
      </w:r>
      <w:r w:rsidR="00762F33">
        <w:t xml:space="preserve"> pöördumisele väljastab Lääne-Harju Vallavalitsus</w:t>
      </w:r>
      <w:r w:rsidR="00C23EE0">
        <w:t xml:space="preserve"> teeregistris arvele võtmiseks</w:t>
      </w:r>
      <w:r w:rsidR="000B416A">
        <w:t xml:space="preserve"> uuele teele järgmise nime ja </w:t>
      </w:r>
      <w:r w:rsidR="001139C7">
        <w:t>numbri</w:t>
      </w:r>
      <w:r w:rsidR="000B416A">
        <w:t>:</w:t>
      </w:r>
    </w:p>
    <w:p w14:paraId="0F676AB4" w14:textId="77777777" w:rsidR="000B416A" w:rsidRDefault="000B416A" w:rsidP="00141F90">
      <w:pPr>
        <w:pStyle w:val="Snum"/>
      </w:pPr>
    </w:p>
    <w:p w14:paraId="72CC38A9" w14:textId="77777777" w:rsidR="000263BE" w:rsidRDefault="000263BE" w:rsidP="005E6BF5">
      <w:pPr>
        <w:pStyle w:val="Snum"/>
      </w:pPr>
      <w:r w:rsidRPr="000263BE">
        <w:t xml:space="preserve">Tee asukoht: </w:t>
      </w:r>
      <w:proofErr w:type="spellStart"/>
      <w:r w:rsidRPr="000263BE">
        <w:t>Kobru</w:t>
      </w:r>
      <w:proofErr w:type="spellEnd"/>
      <w:r w:rsidRPr="000263BE">
        <w:t xml:space="preserve"> küla, Lääne-Harju vald, Harju maakond, katastriüksused Kloostri metskond 39 (56202:002:0270). </w:t>
      </w:r>
    </w:p>
    <w:p w14:paraId="02F8B11B" w14:textId="77777777" w:rsidR="00F93682" w:rsidRDefault="000263BE" w:rsidP="005E6BF5">
      <w:pPr>
        <w:pStyle w:val="Snum"/>
      </w:pPr>
      <w:r w:rsidRPr="000263BE">
        <w:t>Tee pikkus ~0,54 km.</w:t>
      </w:r>
    </w:p>
    <w:p w14:paraId="53ACBA0D" w14:textId="18835FA3" w:rsidR="002C7AF5" w:rsidRDefault="005060EB" w:rsidP="005E6BF5">
      <w:pPr>
        <w:pStyle w:val="Snum"/>
      </w:pPr>
      <w:r>
        <w:t>Nimi registreeritavale tervikteele</w:t>
      </w:r>
      <w:r w:rsidR="00D90864">
        <w:t xml:space="preserve"> on </w:t>
      </w:r>
      <w:r w:rsidR="009E25B3" w:rsidRPr="009E25B3">
        <w:rPr>
          <w:b/>
          <w:bCs/>
        </w:rPr>
        <w:t xml:space="preserve"> </w:t>
      </w:r>
      <w:proofErr w:type="spellStart"/>
      <w:r w:rsidR="00C856C0" w:rsidRPr="000263BE">
        <w:t>Vaigutaja</w:t>
      </w:r>
      <w:proofErr w:type="spellEnd"/>
      <w:r w:rsidR="00C856C0" w:rsidRPr="000263BE">
        <w:t xml:space="preserve"> tee</w:t>
      </w:r>
      <w:r w:rsidR="002C7AF5">
        <w:t>.</w:t>
      </w:r>
    </w:p>
    <w:p w14:paraId="10F9E89A" w14:textId="773E7954" w:rsidR="005E6BF5" w:rsidRDefault="002C7AF5" w:rsidP="005E6BF5">
      <w:pPr>
        <w:pStyle w:val="Snum"/>
      </w:pPr>
      <w:r>
        <w:t>T</w:t>
      </w:r>
      <w:r w:rsidR="00D90864">
        <w:t xml:space="preserve">ee number </w:t>
      </w:r>
      <w:r w:rsidR="00733896" w:rsidRPr="00733896">
        <w:t>4310041</w:t>
      </w:r>
    </w:p>
    <w:p w14:paraId="35D754DE" w14:textId="77777777" w:rsidR="005E6BF5" w:rsidRDefault="005E6BF5" w:rsidP="005E6BF5">
      <w:pPr>
        <w:pStyle w:val="Snum"/>
      </w:pPr>
    </w:p>
    <w:p w14:paraId="0FE04F31" w14:textId="77777777" w:rsidR="00A13FDE" w:rsidRDefault="00A13FDE" w:rsidP="00141F90">
      <w:pPr>
        <w:pStyle w:val="Snum"/>
      </w:pPr>
    </w:p>
    <w:p w14:paraId="2B4AB908" w14:textId="77777777" w:rsidR="00DE73FD" w:rsidRDefault="00DE73FD" w:rsidP="00141F90">
      <w:pPr>
        <w:pStyle w:val="Snum"/>
      </w:pPr>
    </w:p>
    <w:p w14:paraId="54F17CDE" w14:textId="77777777" w:rsidR="00252F15" w:rsidRDefault="00252F15" w:rsidP="00141F90">
      <w:pPr>
        <w:pStyle w:val="Snum"/>
      </w:pPr>
    </w:p>
    <w:p w14:paraId="52DC5F2D" w14:textId="77777777" w:rsidR="00A13FDE" w:rsidRDefault="00A13FDE" w:rsidP="00141F90">
      <w:pPr>
        <w:pStyle w:val="Snum"/>
      </w:pPr>
    </w:p>
    <w:p w14:paraId="6B3C1291" w14:textId="77777777" w:rsidR="00A13FDE" w:rsidRDefault="00A13FDE" w:rsidP="00141F90">
      <w:pPr>
        <w:pStyle w:val="Snum"/>
      </w:pPr>
    </w:p>
    <w:p w14:paraId="7AA140FB" w14:textId="77777777" w:rsidR="00A13FDE" w:rsidRDefault="00A13FDE" w:rsidP="00141F90">
      <w:pPr>
        <w:pStyle w:val="Snum"/>
      </w:pPr>
      <w:r>
        <w:t>Lugupidamisega</w:t>
      </w:r>
    </w:p>
    <w:p w14:paraId="1746C436" w14:textId="77777777" w:rsidR="00A13FDE" w:rsidRDefault="00A13FDE" w:rsidP="00141F90">
      <w:pPr>
        <w:pStyle w:val="Snum"/>
      </w:pPr>
    </w:p>
    <w:p w14:paraId="10E21C2B" w14:textId="77777777" w:rsidR="00DE73FD" w:rsidRDefault="00DE73FD" w:rsidP="00141F90">
      <w:pPr>
        <w:pStyle w:val="Snum"/>
      </w:pPr>
    </w:p>
    <w:p w14:paraId="4D5F5B36" w14:textId="77777777" w:rsidR="00A13FDE" w:rsidRDefault="00A13FDE" w:rsidP="00141F90">
      <w:pPr>
        <w:pStyle w:val="Snum"/>
      </w:pPr>
      <w:r>
        <w:t>(allkirjastatud digitaalselt)</w:t>
      </w:r>
    </w:p>
    <w:p w14:paraId="5E3B0C4B" w14:textId="1E6A47D8" w:rsidR="00A13FDE" w:rsidRDefault="007424F1" w:rsidP="00141F90">
      <w:pPr>
        <w:pStyle w:val="Snum"/>
      </w:pPr>
      <w:r>
        <w:t>All</w:t>
      </w:r>
      <w:r w:rsidR="00F21888">
        <w:t>an Kalve</w:t>
      </w:r>
    </w:p>
    <w:p w14:paraId="1A5385BF" w14:textId="338109C5" w:rsidR="00A13FDE" w:rsidRDefault="00F21888" w:rsidP="00141F90">
      <w:pPr>
        <w:pStyle w:val="Snum"/>
      </w:pPr>
      <w:r>
        <w:t>nõunik</w:t>
      </w:r>
    </w:p>
    <w:p w14:paraId="113EA477" w14:textId="77777777" w:rsidR="00A13FDE" w:rsidRDefault="00A13FDE" w:rsidP="00141F90">
      <w:pPr>
        <w:pStyle w:val="Snum"/>
      </w:pPr>
    </w:p>
    <w:p w14:paraId="2B3825ED" w14:textId="77777777" w:rsidR="00A13FDE" w:rsidRDefault="00A13FDE" w:rsidP="00141F90">
      <w:pPr>
        <w:pStyle w:val="Snum"/>
      </w:pPr>
    </w:p>
    <w:p w14:paraId="2932F8D8" w14:textId="77777777" w:rsidR="00CB7C1F" w:rsidRDefault="00CB7C1F" w:rsidP="00141F90">
      <w:pPr>
        <w:pStyle w:val="Snum"/>
      </w:pPr>
    </w:p>
    <w:p w14:paraId="23813556" w14:textId="239D074E" w:rsidR="00A13FDE" w:rsidRDefault="00F21888" w:rsidP="00141F90">
      <w:pPr>
        <w:pStyle w:val="Snum"/>
      </w:pPr>
      <w:r>
        <w:t>Allan Kalve</w:t>
      </w:r>
      <w:r w:rsidR="00E379C4">
        <w:t xml:space="preserve"> </w:t>
      </w:r>
      <w:r w:rsidR="00A13FDE">
        <w:t xml:space="preserve">+372 </w:t>
      </w:r>
      <w:r>
        <w:t>4700738</w:t>
      </w:r>
    </w:p>
    <w:p w14:paraId="2EE7E6EE" w14:textId="37E051F8" w:rsidR="00BD078E" w:rsidRPr="00BD078E" w:rsidRDefault="001139C7" w:rsidP="00141F90">
      <w:pPr>
        <w:pStyle w:val="Snum"/>
      </w:pPr>
      <w:r>
        <w:t>A</w:t>
      </w:r>
      <w:r w:rsidR="00F21888">
        <w:t>llan</w:t>
      </w:r>
      <w:r>
        <w:t>.kalve</w:t>
      </w:r>
      <w:r w:rsidR="00A13FDE">
        <w:t>@</w:t>
      </w:r>
      <w:r w:rsidR="00F21888">
        <w:t>laaneharju</w:t>
      </w:r>
      <w:r w:rsidR="00A13FDE">
        <w:t>.ee</w:t>
      </w:r>
    </w:p>
    <w:sectPr w:rsidR="00BD078E" w:rsidRPr="00BD078E" w:rsidSect="00077F1B">
      <w:footerReference w:type="default" r:id="rId11"/>
      <w:headerReference w:type="first" r:id="rId12"/>
      <w:footerReference w:type="first" r:id="rId13"/>
      <w:pgSz w:w="11906" w:h="16838" w:code="9"/>
      <w:pgMar w:top="227" w:right="851" w:bottom="454" w:left="1701" w:header="39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AE017" w14:textId="77777777" w:rsidR="00E14B43" w:rsidRDefault="00E14B43" w:rsidP="00DF44DF">
      <w:r>
        <w:separator/>
      </w:r>
    </w:p>
  </w:endnote>
  <w:endnote w:type="continuationSeparator" w:id="0">
    <w:p w14:paraId="3645430B" w14:textId="77777777" w:rsidR="00E14B43" w:rsidRDefault="00E14B4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1CDE7" w14:textId="77777777" w:rsidR="003B2A9C" w:rsidRPr="00AD2EA7" w:rsidRDefault="00C5652E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ED7ABD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43613F">
        <w:rPr>
          <w:noProof/>
        </w:rPr>
        <w:t>1</w:t>
      </w:r>
    </w:fldSimple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C71ED" w14:textId="2F57F990" w:rsidR="000A17B5" w:rsidRPr="000A17B5" w:rsidRDefault="00531789" w:rsidP="00B53317">
    <w:pPr>
      <w:pStyle w:val="Jalus1"/>
    </w:pPr>
    <w:r>
      <w:t xml:space="preserve">Rae 38 </w:t>
    </w:r>
    <w:r w:rsidR="00773175">
      <w:rPr>
        <w:rFonts w:cs="Times New Roman"/>
      </w:rPr>
      <w:t>|</w:t>
    </w:r>
    <w:r w:rsidR="000A17B5" w:rsidRPr="000A17B5">
      <w:t xml:space="preserve"> </w:t>
    </w:r>
    <w:r>
      <w:t>Paldiski</w:t>
    </w:r>
    <w:r w:rsidR="00773175">
      <w:t xml:space="preserve"> </w:t>
    </w:r>
    <w:r w:rsidR="00773175">
      <w:rPr>
        <w:rFonts w:cs="Times New Roman"/>
      </w:rPr>
      <w:t>|</w:t>
    </w:r>
    <w:r w:rsidR="000A17B5" w:rsidRPr="000A17B5">
      <w:t xml:space="preserve"> </w:t>
    </w:r>
    <w:r w:rsidR="00CA1829">
      <w:t xml:space="preserve">76806 </w:t>
    </w:r>
    <w:r>
      <w:t xml:space="preserve">Harjumaa </w:t>
    </w:r>
    <w:r w:rsidR="00773175">
      <w:rPr>
        <w:rFonts w:cs="Times New Roman"/>
      </w:rPr>
      <w:t>|</w:t>
    </w:r>
    <w:r>
      <w:t xml:space="preserve"> </w:t>
    </w:r>
    <w:r w:rsidRPr="00531789">
      <w:t>679 0600</w:t>
    </w:r>
    <w:r w:rsidR="00773175">
      <w:t xml:space="preserve"> </w:t>
    </w:r>
    <w:r w:rsidR="00773175">
      <w:rPr>
        <w:rFonts w:cs="Times New Roman"/>
      </w:rPr>
      <w:t>|</w:t>
    </w:r>
    <w:r>
      <w:t xml:space="preserve"> info</w:t>
    </w:r>
    <w:r w:rsidR="000A17B5" w:rsidRPr="000A17B5">
      <w:t>@</w:t>
    </w:r>
    <w:r w:rsidR="00773175">
      <w:t xml:space="preserve">laaneharju.ee </w:t>
    </w:r>
    <w:r w:rsidR="00773175">
      <w:rPr>
        <w:rFonts w:cs="Times New Roman"/>
      </w:rPr>
      <w:t>|</w:t>
    </w:r>
    <w:r>
      <w:t xml:space="preserve"> www.laaneharju</w:t>
    </w:r>
    <w:r w:rsidR="000A17B5" w:rsidRPr="000A17B5">
      <w:t>.ee</w:t>
    </w:r>
    <w:r w:rsidR="00B53317">
      <w:t xml:space="preserve"> </w:t>
    </w:r>
    <w:r w:rsidR="00E44FF4" w:rsidRPr="00E44FF4">
      <w:t>|</w:t>
    </w:r>
    <w:r>
      <w:t xml:space="preserve"> </w:t>
    </w:r>
    <w:r w:rsidR="00D74153">
      <w:t xml:space="preserve">Registrikood </w:t>
    </w:r>
    <w:r w:rsidR="00D74153">
      <w:rPr>
        <w:rFonts w:cs="Times New Roman"/>
      </w:rPr>
      <w:t>77000200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E1A1B" w14:textId="77777777" w:rsidR="00E14B43" w:rsidRDefault="00E14B43" w:rsidP="00DF44DF">
      <w:r>
        <w:separator/>
      </w:r>
    </w:p>
  </w:footnote>
  <w:footnote w:type="continuationSeparator" w:id="0">
    <w:p w14:paraId="4C9EB587" w14:textId="77777777" w:rsidR="00E14B43" w:rsidRDefault="00E14B4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CFB51" w14:textId="6D0DFFC2" w:rsidR="008F63D4" w:rsidRDefault="008F63D4" w:rsidP="00CA1829">
    <w:pPr>
      <w:pStyle w:val="Header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15"/>
    <w:rsid w:val="0000424B"/>
    <w:rsid w:val="000263BE"/>
    <w:rsid w:val="00060947"/>
    <w:rsid w:val="00073054"/>
    <w:rsid w:val="00077F1B"/>
    <w:rsid w:val="000913FC"/>
    <w:rsid w:val="000A17B5"/>
    <w:rsid w:val="000B416A"/>
    <w:rsid w:val="000C146C"/>
    <w:rsid w:val="000C2E49"/>
    <w:rsid w:val="000F1462"/>
    <w:rsid w:val="001001A3"/>
    <w:rsid w:val="001139C7"/>
    <w:rsid w:val="00124999"/>
    <w:rsid w:val="00126A87"/>
    <w:rsid w:val="00141F90"/>
    <w:rsid w:val="001523BD"/>
    <w:rsid w:val="001775D0"/>
    <w:rsid w:val="001809E4"/>
    <w:rsid w:val="001A3968"/>
    <w:rsid w:val="001A7D04"/>
    <w:rsid w:val="001C4C35"/>
    <w:rsid w:val="001D4CFB"/>
    <w:rsid w:val="001E4336"/>
    <w:rsid w:val="001F0796"/>
    <w:rsid w:val="001F1599"/>
    <w:rsid w:val="001F6312"/>
    <w:rsid w:val="002008A2"/>
    <w:rsid w:val="002153D3"/>
    <w:rsid w:val="00222710"/>
    <w:rsid w:val="00227A34"/>
    <w:rsid w:val="00235724"/>
    <w:rsid w:val="00244AF1"/>
    <w:rsid w:val="00252836"/>
    <w:rsid w:val="00252F15"/>
    <w:rsid w:val="00270786"/>
    <w:rsid w:val="002835BB"/>
    <w:rsid w:val="00290E79"/>
    <w:rsid w:val="00293449"/>
    <w:rsid w:val="002C7AF5"/>
    <w:rsid w:val="002E6B74"/>
    <w:rsid w:val="002F254F"/>
    <w:rsid w:val="002F3F03"/>
    <w:rsid w:val="003341FC"/>
    <w:rsid w:val="0034719C"/>
    <w:rsid w:val="00354059"/>
    <w:rsid w:val="00354691"/>
    <w:rsid w:val="0035557D"/>
    <w:rsid w:val="003647DE"/>
    <w:rsid w:val="003824D3"/>
    <w:rsid w:val="00394DCB"/>
    <w:rsid w:val="00396861"/>
    <w:rsid w:val="003A5459"/>
    <w:rsid w:val="003B2A9C"/>
    <w:rsid w:val="003B761D"/>
    <w:rsid w:val="003E1585"/>
    <w:rsid w:val="003F29F5"/>
    <w:rsid w:val="00435A13"/>
    <w:rsid w:val="0043613F"/>
    <w:rsid w:val="0044084D"/>
    <w:rsid w:val="00463E53"/>
    <w:rsid w:val="00471902"/>
    <w:rsid w:val="00493CD5"/>
    <w:rsid w:val="004A4FD2"/>
    <w:rsid w:val="004B4271"/>
    <w:rsid w:val="004C1391"/>
    <w:rsid w:val="004F78B7"/>
    <w:rsid w:val="00501A18"/>
    <w:rsid w:val="005060EB"/>
    <w:rsid w:val="00513727"/>
    <w:rsid w:val="005163AC"/>
    <w:rsid w:val="00530F52"/>
    <w:rsid w:val="00531789"/>
    <w:rsid w:val="00546204"/>
    <w:rsid w:val="00551E24"/>
    <w:rsid w:val="00557534"/>
    <w:rsid w:val="00560A92"/>
    <w:rsid w:val="00564569"/>
    <w:rsid w:val="005906B0"/>
    <w:rsid w:val="005969A5"/>
    <w:rsid w:val="005A4289"/>
    <w:rsid w:val="005B5CE1"/>
    <w:rsid w:val="005D7384"/>
    <w:rsid w:val="005E1D41"/>
    <w:rsid w:val="005E3AED"/>
    <w:rsid w:val="005E45BB"/>
    <w:rsid w:val="005E6BF5"/>
    <w:rsid w:val="00602834"/>
    <w:rsid w:val="00602EFE"/>
    <w:rsid w:val="00616AEE"/>
    <w:rsid w:val="00621008"/>
    <w:rsid w:val="0066462F"/>
    <w:rsid w:val="00680609"/>
    <w:rsid w:val="00683974"/>
    <w:rsid w:val="006878C6"/>
    <w:rsid w:val="0069438C"/>
    <w:rsid w:val="0069658D"/>
    <w:rsid w:val="006A01AC"/>
    <w:rsid w:val="006B619A"/>
    <w:rsid w:val="006E16BD"/>
    <w:rsid w:val="006F245F"/>
    <w:rsid w:val="006F28FE"/>
    <w:rsid w:val="006F3BB9"/>
    <w:rsid w:val="006F72D7"/>
    <w:rsid w:val="007056E1"/>
    <w:rsid w:val="00713327"/>
    <w:rsid w:val="007320ED"/>
    <w:rsid w:val="00733896"/>
    <w:rsid w:val="007424F1"/>
    <w:rsid w:val="0075695A"/>
    <w:rsid w:val="00762F33"/>
    <w:rsid w:val="00773175"/>
    <w:rsid w:val="007757CD"/>
    <w:rsid w:val="007A1DE8"/>
    <w:rsid w:val="007A20DF"/>
    <w:rsid w:val="007D54FC"/>
    <w:rsid w:val="007F1530"/>
    <w:rsid w:val="00821D1B"/>
    <w:rsid w:val="00835858"/>
    <w:rsid w:val="00851D67"/>
    <w:rsid w:val="00861969"/>
    <w:rsid w:val="00891193"/>
    <w:rsid w:val="008919F2"/>
    <w:rsid w:val="00892B3A"/>
    <w:rsid w:val="008B041F"/>
    <w:rsid w:val="008C35B6"/>
    <w:rsid w:val="008C6E76"/>
    <w:rsid w:val="008D4634"/>
    <w:rsid w:val="008F0B50"/>
    <w:rsid w:val="008F63D4"/>
    <w:rsid w:val="008F720B"/>
    <w:rsid w:val="00915C2F"/>
    <w:rsid w:val="0091786B"/>
    <w:rsid w:val="009370A4"/>
    <w:rsid w:val="009418EE"/>
    <w:rsid w:val="00951EAC"/>
    <w:rsid w:val="00984442"/>
    <w:rsid w:val="009E25B3"/>
    <w:rsid w:val="009E26B3"/>
    <w:rsid w:val="009E3E87"/>
    <w:rsid w:val="009E7F4A"/>
    <w:rsid w:val="009F2F74"/>
    <w:rsid w:val="00A10E66"/>
    <w:rsid w:val="00A1244E"/>
    <w:rsid w:val="00A13FDE"/>
    <w:rsid w:val="00A25B16"/>
    <w:rsid w:val="00A67B94"/>
    <w:rsid w:val="00A87B91"/>
    <w:rsid w:val="00AA6826"/>
    <w:rsid w:val="00AC4752"/>
    <w:rsid w:val="00AD2EA7"/>
    <w:rsid w:val="00AE02A8"/>
    <w:rsid w:val="00B01640"/>
    <w:rsid w:val="00B105BB"/>
    <w:rsid w:val="00B16A89"/>
    <w:rsid w:val="00B21D68"/>
    <w:rsid w:val="00B53317"/>
    <w:rsid w:val="00B62547"/>
    <w:rsid w:val="00B82C79"/>
    <w:rsid w:val="00BC1A62"/>
    <w:rsid w:val="00BD078E"/>
    <w:rsid w:val="00BD3CCF"/>
    <w:rsid w:val="00BE0CC9"/>
    <w:rsid w:val="00BF4D7C"/>
    <w:rsid w:val="00C01C73"/>
    <w:rsid w:val="00C04BE4"/>
    <w:rsid w:val="00C23EE0"/>
    <w:rsid w:val="00C24F66"/>
    <w:rsid w:val="00C27B07"/>
    <w:rsid w:val="00C41FC5"/>
    <w:rsid w:val="00C5408D"/>
    <w:rsid w:val="00C5652E"/>
    <w:rsid w:val="00C74577"/>
    <w:rsid w:val="00C83346"/>
    <w:rsid w:val="00C856C0"/>
    <w:rsid w:val="00CA1829"/>
    <w:rsid w:val="00CA583B"/>
    <w:rsid w:val="00CA5F0B"/>
    <w:rsid w:val="00CB7C1F"/>
    <w:rsid w:val="00CC155A"/>
    <w:rsid w:val="00CF0309"/>
    <w:rsid w:val="00CF2502"/>
    <w:rsid w:val="00CF2B77"/>
    <w:rsid w:val="00CF32A7"/>
    <w:rsid w:val="00CF4303"/>
    <w:rsid w:val="00D40650"/>
    <w:rsid w:val="00D74153"/>
    <w:rsid w:val="00D87828"/>
    <w:rsid w:val="00D90864"/>
    <w:rsid w:val="00DD580A"/>
    <w:rsid w:val="00DE73FD"/>
    <w:rsid w:val="00DF44DF"/>
    <w:rsid w:val="00E01EA0"/>
    <w:rsid w:val="00E023F6"/>
    <w:rsid w:val="00E03DBB"/>
    <w:rsid w:val="00E14B43"/>
    <w:rsid w:val="00E379C4"/>
    <w:rsid w:val="00E44FF4"/>
    <w:rsid w:val="00E544AA"/>
    <w:rsid w:val="00E602C5"/>
    <w:rsid w:val="00E60A55"/>
    <w:rsid w:val="00ED7ABD"/>
    <w:rsid w:val="00EE4516"/>
    <w:rsid w:val="00F21888"/>
    <w:rsid w:val="00F61C8F"/>
    <w:rsid w:val="00F9364A"/>
    <w:rsid w:val="00F93682"/>
    <w:rsid w:val="00F9645B"/>
    <w:rsid w:val="00F9773D"/>
    <w:rsid w:val="00FD1A0F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6B33A0"/>
  <w15:chartTrackingRefBased/>
  <w15:docId w15:val="{E061CE35-DC14-457F-AE3F-E7F8C116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51D67"/>
    <w:pPr>
      <w:spacing w:after="100" w:afterAutospacing="1"/>
      <w:jc w:val="center"/>
    </w:pPr>
    <w:rPr>
      <w:rFonts w:eastAsia="SimSun"/>
      <w:b/>
      <w:kern w:val="1"/>
      <w:sz w:val="32"/>
      <w:szCs w:val="32"/>
      <w:lang w:eastAsia="zh-CN" w:bidi="hi-IN"/>
    </w:rPr>
  </w:style>
  <w:style w:type="paragraph" w:customStyle="1" w:styleId="Snum">
    <w:name w:val="Sõnum"/>
    <w:autoRedefine/>
    <w:qFormat/>
    <w:rsid w:val="00141F90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EE4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le\Desktop\LHV\vormid%20jms\m_kiri_tnr_EV1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D151C8211945BA70C3FC5B712B0C" ma:contentTypeVersion="7" ma:contentTypeDescription="Create a new document." ma:contentTypeScope="" ma:versionID="de30b157103b5be3deb1f961edc84481">
  <xsd:schema xmlns:xsd="http://www.w3.org/2001/XMLSchema" xmlns:xs="http://www.w3.org/2001/XMLSchema" xmlns:p="http://schemas.microsoft.com/office/2006/metadata/properties" xmlns:ns3="69e1eca5-97c4-475c-b5e2-b0d5a5763cc7" targetNamespace="http://schemas.microsoft.com/office/2006/metadata/properties" ma:root="true" ma:fieldsID="08b2894beb60eb613cb28e0466b97287" ns3:_="">
    <xsd:import namespace="69e1eca5-97c4-475c-b5e2-b0d5a5763c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eca5-97c4-475c-b5e2-b0d5a5763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4DCF3F-87D3-4B93-A25D-B8547A2C7D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D456B-23A5-4195-8DD0-5737F2943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e1eca5-97c4-475c-b5e2-b0d5a5763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6AF2FC-0078-4542-B142-02E0C4A1EB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6B1511-CBD8-437C-8E75-17CE4B17DB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m_kiri_tnr_EV100</Template>
  <TotalTime>1</TotalTime>
  <Pages>1</Pages>
  <Words>102</Words>
  <Characters>593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Riigikantselei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</dc:creator>
  <cp:keywords/>
  <cp:lastModifiedBy>Allan Kalve</cp:lastModifiedBy>
  <cp:revision>2</cp:revision>
  <cp:lastPrinted>2018-04-19T12:28:00Z</cp:lastPrinted>
  <dcterms:created xsi:type="dcterms:W3CDTF">2025-03-21T09:01:00Z</dcterms:created>
  <dcterms:modified xsi:type="dcterms:W3CDTF">2025-03-21T09:01:00Z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0x0101008BD0D151C8211945BA70C3FC5B712B0C</vt:lpwstr>
  </property>
</Properties>
</file>